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1D" w:rsidRDefault="00C0591D">
      <w:pPr>
        <w:rPr>
          <w:rFonts w:ascii="Times New Roman" w:hAnsi="Times New Roman" w:cs="Times New Roman"/>
        </w:rPr>
      </w:pPr>
    </w:p>
    <w:p w:rsidR="00C0591D" w:rsidRDefault="00C0591D">
      <w:pPr>
        <w:jc w:val="center"/>
      </w:pPr>
      <w:r>
        <w:t>Treść księgi wieczystej</w:t>
      </w:r>
    </w:p>
    <w:p w:rsidR="00C0591D" w:rsidRDefault="00C0591D">
      <w:pPr>
        <w:rPr>
          <w:rFonts w:ascii="Times New Roman" w:hAnsi="Times New Roman" w:cs="Times New Roman"/>
        </w:rPr>
      </w:pPr>
    </w:p>
    <w:p w:rsidR="00C0591D" w:rsidRDefault="00C059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729pt;height:354pt;visibility:visible">
            <v:imagedata r:id="rId4" o:title=""/>
          </v:shape>
        </w:pict>
      </w:r>
    </w:p>
    <w:p w:rsidR="00C0591D" w:rsidRDefault="00C059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Obraz 2" o:spid="_x0000_i1026" type="#_x0000_t75" style="width:723pt;height:270.75pt;visibility:visible">
            <v:imagedata r:id="rId5" o:title=""/>
          </v:shape>
        </w:pict>
      </w:r>
    </w:p>
    <w:p w:rsidR="00C0591D" w:rsidRDefault="00C059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Obraz 3" o:spid="_x0000_i1027" type="#_x0000_t75" style="width:692.25pt;height:301.5pt;visibility:visible">
            <v:imagedata r:id="rId6" o:title=""/>
          </v:shape>
        </w:pict>
      </w:r>
    </w:p>
    <w:p w:rsidR="00C0591D" w:rsidRDefault="00C059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Obraz 5" o:spid="_x0000_i1028" type="#_x0000_t75" style="width:715.5pt;height:307.5pt;visibility:visible">
            <v:imagedata r:id="rId7" o:title=""/>
          </v:shape>
        </w:pict>
      </w:r>
    </w:p>
    <w:p w:rsidR="00C0591D" w:rsidRDefault="00C059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Obraz 6" o:spid="_x0000_i1029" type="#_x0000_t75" style="width:489.75pt;height:21pt;visibility:visible">
            <v:imagedata r:id="rId8" o:title=""/>
          </v:shape>
        </w:pict>
      </w:r>
    </w:p>
    <w:sectPr w:rsidR="00C0591D" w:rsidSect="00C0591D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91D"/>
    <w:rsid w:val="00C0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5</Words>
  <Characters>29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umewje02</dc:creator>
  <cp:keywords/>
  <dc:description/>
  <cp:lastModifiedBy>umpile01</cp:lastModifiedBy>
  <cp:revision>2</cp:revision>
  <dcterms:created xsi:type="dcterms:W3CDTF">2022-09-26T10:44:00Z</dcterms:created>
  <dcterms:modified xsi:type="dcterms:W3CDTF">2022-10-27T06:53:00Z</dcterms:modified>
</cp:coreProperties>
</file>